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1D5A7A" w:rsidRDefault="000C3FF0" w:rsidP="000C3FF0">
      <w:pPr>
        <w:pStyle w:val="Heading1"/>
      </w:pPr>
      <w:r w:rsidRPr="001D5A7A">
        <w:t xml:space="preserve">REQUEST FOR </w:t>
      </w:r>
      <w:r w:rsidR="00D245AD">
        <w:t>QUOTATION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09D7F358" w:rsidR="00FD5E94" w:rsidRPr="00106A08" w:rsidRDefault="001D4C4F" w:rsidP="00FD5E94">
      <w:pPr>
        <w:ind w:left="5760"/>
        <w:jc w:val="both"/>
        <w:rPr>
          <w:rFonts w:ascii="Calibri" w:hAnsi="Calibri" w:cs="Calibri"/>
          <w:b/>
        </w:rPr>
      </w:pPr>
      <w:bookmarkStart w:id="1" w:name="Ministry"/>
      <w:r>
        <w:rPr>
          <w:rFonts w:ascii="Calibri" w:hAnsi="Calibri" w:cs="Calibri"/>
          <w:b/>
        </w:rPr>
        <w:t xml:space="preserve">Ministry of </w:t>
      </w:r>
      <w:bookmarkEnd w:id="1"/>
      <w:r w:rsidR="005A3F50">
        <w:rPr>
          <w:rFonts w:ascii="Calibri" w:hAnsi="Calibri" w:cs="Calibri"/>
          <w:b/>
        </w:rPr>
        <w:t>Internal Affairs</w:t>
      </w:r>
    </w:p>
    <w:p w14:paraId="46F1DB1A" w14:textId="3AB6C5BD" w:rsidR="00FD5E94" w:rsidRPr="00106A08" w:rsidRDefault="005A3F50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Bairiki,</w:t>
      </w:r>
    </w:p>
    <w:p w14:paraId="476F4BE3" w14:textId="4FCB2A21" w:rsidR="00FD5E94" w:rsidRPr="00106A08" w:rsidRDefault="005A3F50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Tarawa,</w:t>
      </w:r>
    </w:p>
    <w:p w14:paraId="2C37AB7D" w14:textId="034CC433" w:rsidR="00FD5E94" w:rsidRDefault="00FD5E94" w:rsidP="00BF32F7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394572D9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>The</w:t>
      </w:r>
      <w:r w:rsidR="005A3F50">
        <w:rPr>
          <w:rFonts w:ascii="Calibri" w:hAnsi="Calibri" w:cs="Calibri"/>
          <w:lang w:eastAsia="ko-KR"/>
        </w:rPr>
        <w:t xml:space="preserve"> </w:t>
      </w:r>
      <w:r w:rsidR="005A3F50" w:rsidRPr="005A3F50">
        <w:rPr>
          <w:rFonts w:ascii="Calibri" w:hAnsi="Calibri" w:cs="Calibri"/>
          <w:b/>
          <w:lang w:eastAsia="ko-KR"/>
        </w:rPr>
        <w:t>Ministry of Internal Affairs</w:t>
      </w:r>
      <w:r w:rsidR="005A3F50">
        <w:rPr>
          <w:rFonts w:ascii="Calibri" w:hAnsi="Calibri" w:cs="Calibri"/>
          <w:lang w:eastAsia="ko-KR"/>
        </w:rPr>
        <w:t xml:space="preserve"> </w:t>
      </w:r>
      <w:r w:rsidR="00FD5E94" w:rsidRPr="00106A08">
        <w:rPr>
          <w:rFonts w:ascii="Calibri" w:hAnsi="Calibri" w:cs="Calibri"/>
          <w:lang w:eastAsia="ko-KR"/>
        </w:rPr>
        <w:t xml:space="preserve">invites </w:t>
      </w:r>
      <w:r w:rsidR="002C506D">
        <w:rPr>
          <w:rFonts w:ascii="Calibri" w:hAnsi="Calibri" w:cs="Calibri"/>
          <w:lang w:eastAsia="ko-KR"/>
        </w:rPr>
        <w:t>Quotations</w:t>
      </w:r>
      <w:r w:rsidR="00FD5E94">
        <w:rPr>
          <w:rFonts w:ascii="Calibri" w:hAnsi="Calibri" w:cs="Calibri"/>
          <w:lang w:eastAsia="ko-KR"/>
        </w:rPr>
        <w:t xml:space="preserve"> from Tenderers to provide the </w:t>
      </w:r>
      <w:r w:rsidR="00B30674" w:rsidRPr="00241E27">
        <w:rPr>
          <w:rFonts w:ascii="Calibri" w:hAnsi="Calibri" w:cs="Calibri"/>
          <w:lang w:eastAsia="ko-KR"/>
        </w:rPr>
        <w:t>goods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245AD">
        <w:rPr>
          <w:rFonts w:ascii="Calibri" w:hAnsi="Calibri" w:cs="Calibri"/>
          <w:lang w:eastAsia="ko-KR"/>
        </w:rPr>
        <w:t>Quotation</w:t>
      </w:r>
      <w:r w:rsidR="00FD5E94">
        <w:rPr>
          <w:rFonts w:ascii="Calibri" w:hAnsi="Calibri" w:cs="Calibri"/>
          <w:lang w:eastAsia="ko-KR"/>
        </w:rPr>
        <w:t xml:space="preserve"> (RF</w:t>
      </w:r>
      <w:r w:rsidR="00D245AD">
        <w:rPr>
          <w:rFonts w:ascii="Calibri" w:hAnsi="Calibri" w:cs="Calibri"/>
          <w:lang w:eastAsia="ko-KR"/>
        </w:rPr>
        <w:t>Q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4C51F29D" w:rsidR="000C3FF0" w:rsidRPr="00BF32F7" w:rsidRDefault="000C3FF0" w:rsidP="000C3FF0">
      <w:pPr>
        <w:pStyle w:val="Heading2"/>
        <w:tabs>
          <w:tab w:val="left" w:pos="2835"/>
        </w:tabs>
        <w:rPr>
          <w:sz w:val="22"/>
          <w:szCs w:val="22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BF32F7">
        <w:rPr>
          <w:sz w:val="24"/>
          <w:szCs w:val="24"/>
        </w:rPr>
        <w:t>Procurement No:</w:t>
      </w:r>
      <w:bookmarkEnd w:id="2"/>
      <w:bookmarkEnd w:id="3"/>
      <w:bookmarkEnd w:id="4"/>
      <w:bookmarkEnd w:id="5"/>
      <w:r w:rsidR="00BF32F7">
        <w:tab/>
      </w:r>
      <w:r w:rsidR="00BF32F7" w:rsidRPr="00BF32F7">
        <w:rPr>
          <w:sz w:val="24"/>
          <w:szCs w:val="24"/>
        </w:rPr>
        <w:t>15-G03</w:t>
      </w:r>
      <w:r w:rsidR="00EE5CDE">
        <w:rPr>
          <w:sz w:val="24"/>
          <w:szCs w:val="24"/>
        </w:rPr>
        <w:t>9</w:t>
      </w:r>
      <w:r w:rsidR="00BF32F7" w:rsidRPr="00BF32F7">
        <w:rPr>
          <w:sz w:val="24"/>
          <w:szCs w:val="24"/>
        </w:rPr>
        <w:t>-23</w:t>
      </w:r>
    </w:p>
    <w:p w14:paraId="63FF277A" w14:textId="77AAFB84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="005A3F50">
        <w:rPr>
          <w:rFonts w:cs="Calibri"/>
          <w:sz w:val="24"/>
        </w:rPr>
        <w:t xml:space="preserve">                              </w:t>
      </w:r>
      <w:r w:rsidR="00BF32F7">
        <w:rPr>
          <w:rFonts w:cs="Calibri"/>
          <w:sz w:val="24"/>
        </w:rPr>
        <w:tab/>
      </w:r>
      <w:r w:rsidR="00EE5CDE">
        <w:rPr>
          <w:rFonts w:cs="Calibri"/>
          <w:sz w:val="24"/>
        </w:rPr>
        <w:t>10</w:t>
      </w:r>
      <w:r w:rsidR="001B737A">
        <w:rPr>
          <w:rFonts w:cs="Calibri"/>
          <w:sz w:val="24"/>
          <w:vertAlign w:val="superscript"/>
        </w:rPr>
        <w:t xml:space="preserve">th </w:t>
      </w:r>
      <w:r w:rsidR="001B737A">
        <w:rPr>
          <w:rFonts w:eastAsia="Batang" w:cs="Calibri"/>
          <w:sz w:val="24"/>
          <w:lang w:eastAsia="ko-KR"/>
        </w:rPr>
        <w:t>October 2023</w:t>
      </w:r>
    </w:p>
    <w:p w14:paraId="4E9A6489" w14:textId="4E7ABAED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RFQ Closing Date:</w:t>
      </w:r>
      <w:r w:rsidR="00255284">
        <w:rPr>
          <w:rFonts w:cs="Calibri"/>
          <w:sz w:val="24"/>
        </w:rPr>
        <w:t xml:space="preserve">                   </w:t>
      </w:r>
      <w:r w:rsidR="00EE5CDE">
        <w:rPr>
          <w:rFonts w:cs="Calibri"/>
          <w:sz w:val="24"/>
        </w:rPr>
        <w:t>9</w:t>
      </w:r>
      <w:r w:rsidR="001B737A" w:rsidRPr="001B737A">
        <w:rPr>
          <w:rFonts w:cs="Calibri"/>
          <w:sz w:val="24"/>
          <w:vertAlign w:val="superscript"/>
        </w:rPr>
        <w:t>th</w:t>
      </w:r>
      <w:r w:rsidR="001B737A">
        <w:rPr>
          <w:rFonts w:cs="Calibri"/>
          <w:sz w:val="24"/>
        </w:rPr>
        <w:t xml:space="preserve"> </w:t>
      </w:r>
      <w:r w:rsidR="00EE5CDE">
        <w:rPr>
          <w:rFonts w:cs="Calibri"/>
          <w:sz w:val="24"/>
        </w:rPr>
        <w:t>Novem</w:t>
      </w:r>
      <w:bookmarkStart w:id="6" w:name="_GoBack"/>
      <w:bookmarkEnd w:id="6"/>
      <w:r w:rsidR="001B737A">
        <w:rPr>
          <w:rFonts w:cs="Calibri"/>
          <w:sz w:val="24"/>
        </w:rPr>
        <w:t>ber 2023</w:t>
      </w:r>
      <w:r w:rsidR="005A3F50">
        <w:rPr>
          <w:rFonts w:cs="Calibri"/>
          <w:sz w:val="24"/>
        </w:rPr>
        <w:t xml:space="preserve"> – 1700 hours Tarawa Time </w:t>
      </w:r>
    </w:p>
    <w:p w14:paraId="140FC738" w14:textId="784AC310" w:rsidR="00741DDD" w:rsidRPr="00106A08" w:rsidRDefault="00741DDD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 w:rsidRPr="00DE50D4">
        <w:rPr>
          <w:rFonts w:cs="Calibri"/>
          <w:sz w:val="24"/>
        </w:rPr>
        <w:t>Project Title</w:t>
      </w:r>
      <w:r>
        <w:rPr>
          <w:rFonts w:cs="Calibri"/>
          <w:sz w:val="24"/>
        </w:rPr>
        <w:t>:</w:t>
      </w:r>
      <w:r w:rsidRPr="00DE50D4">
        <w:rPr>
          <w:rFonts w:cs="Calibri"/>
          <w:sz w:val="24"/>
        </w:rPr>
        <w:tab/>
        <w:t xml:space="preserve">Request for </w:t>
      </w:r>
      <w:r>
        <w:rPr>
          <w:rFonts w:cs="Calibri"/>
          <w:sz w:val="24"/>
        </w:rPr>
        <w:t>Quotation</w:t>
      </w:r>
      <w:r w:rsidRPr="00DE50D4">
        <w:rPr>
          <w:rFonts w:cs="Calibri"/>
          <w:sz w:val="24"/>
        </w:rPr>
        <w:t xml:space="preserve"> (</w:t>
      </w:r>
      <w:r>
        <w:rPr>
          <w:rFonts w:cs="Calibri"/>
          <w:sz w:val="24"/>
        </w:rPr>
        <w:t>RFQ</w:t>
      </w:r>
      <w:r w:rsidRPr="00DE50D4">
        <w:rPr>
          <w:rFonts w:cs="Calibri"/>
          <w:sz w:val="24"/>
        </w:rPr>
        <w:t xml:space="preserve">) for </w:t>
      </w:r>
      <w:r w:rsidR="00F241C1">
        <w:rPr>
          <w:rFonts w:cs="Calibri"/>
          <w:sz w:val="24"/>
        </w:rPr>
        <w:t>Tabiteuea North guest house’s materials</w:t>
      </w:r>
    </w:p>
    <w:p w14:paraId="08481A19" w14:textId="06FF474D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245AD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Pr="00106A08">
        <w:rPr>
          <w:rFonts w:ascii="Calibri" w:hAnsi="Calibri" w:cs="Calibri"/>
        </w:rPr>
        <w:t>volumes</w:t>
      </w:r>
      <w:r>
        <w:rPr>
          <w:rFonts w:ascii="Calibri" w:hAnsi="Calibri" w:cs="Calibri"/>
        </w:rPr>
        <w:t>, except this letter,</w:t>
      </w:r>
      <w:r w:rsidRPr="00106A08">
        <w:rPr>
          <w:rFonts w:ascii="Calibri" w:hAnsi="Calibri" w:cs="Calibri"/>
        </w:rPr>
        <w:t xml:space="preserve"> in separate computer files</w:t>
      </w:r>
      <w:r>
        <w:rPr>
          <w:rFonts w:ascii="Calibri" w:hAnsi="Calibri" w:cs="Calibri" w:hint="eastAsia"/>
          <w:lang w:eastAsia="ko-KR"/>
        </w:rPr>
        <w:t>:</w:t>
      </w:r>
    </w:p>
    <w:p w14:paraId="511DD439" w14:textId="52B00208" w:rsidR="000C3FF0" w:rsidRPr="00241E27" w:rsidRDefault="00560427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41E27">
        <w:rPr>
          <w:rFonts w:ascii="Calibri" w:hAnsi="Calibri" w:cs="Calibri"/>
          <w:b/>
        </w:rPr>
        <w:t>Goods to be provided</w:t>
      </w:r>
      <w:r w:rsidRPr="00241E27">
        <w:rPr>
          <w:rFonts w:ascii="Calibri" w:hAnsi="Calibri" w:cs="Calibri"/>
        </w:rPr>
        <w:t xml:space="preserve"> – Specification</w:t>
      </w:r>
    </w:p>
    <w:p w14:paraId="601E1C68" w14:textId="57189F39" w:rsidR="002C506D" w:rsidRPr="002C506D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0636FD1" w14:textId="101BD4D8" w:rsidR="000C3FF0" w:rsidRPr="00775A2C" w:rsidRDefault="000C3FF0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 xml:space="preserve">submit the </w:t>
      </w:r>
      <w:r w:rsidR="00EE768B">
        <w:rPr>
          <w:rFonts w:ascii="Calibri" w:hAnsi="Calibri" w:cs="Calibri"/>
          <w:b/>
        </w:rPr>
        <w:t>quotation</w:t>
      </w:r>
    </w:p>
    <w:p w14:paraId="16C10F6E" w14:textId="2A120F07" w:rsidR="00775A2C" w:rsidRPr="00775A2C" w:rsidRDefault="00775A2C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1BB3F42D" w14:textId="21472CBD" w:rsidR="000C3FF0" w:rsidRPr="00106A08" w:rsidRDefault="000C3FF0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</w:t>
      </w:r>
      <w:r w:rsidR="008800C8">
        <w:rPr>
          <w:rFonts w:ascii="Calibri" w:hAnsi="Calibri" w:cs="Calibri"/>
          <w:b/>
        </w:rPr>
        <w:t>Q</w:t>
      </w:r>
      <w:r>
        <w:rPr>
          <w:rFonts w:ascii="Calibri" w:hAnsi="Calibri" w:cs="Calibri"/>
          <w:b/>
        </w:rPr>
        <w:t>/procurement process</w:t>
      </w:r>
    </w:p>
    <w:p w14:paraId="0B186062" w14:textId="547FDD3B" w:rsidR="001E7641" w:rsidRDefault="00B77A48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 w:rsidR="00CF1FCF">
        <w:rPr>
          <w:rFonts w:ascii="Calibri" w:hAnsi="Calibri" w:cs="Calibri"/>
          <w:b/>
        </w:rPr>
        <w:t xml:space="preserve">Template </w:t>
      </w:r>
      <w:r w:rsidR="00741DDD">
        <w:rPr>
          <w:rFonts w:ascii="Calibri" w:hAnsi="Calibri" w:cs="Calibri"/>
          <w:b/>
        </w:rPr>
        <w:t>for Supply of Goods</w:t>
      </w:r>
    </w:p>
    <w:p w14:paraId="53484B8F" w14:textId="1BB6237E" w:rsidR="002C506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Conditions of Contract</w:t>
      </w:r>
    </w:p>
    <w:p w14:paraId="517D894D" w14:textId="0CCEC668" w:rsidR="005A3F50" w:rsidRPr="00741DDD" w:rsidRDefault="005A3F50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Availability of Financial Resources form </w:t>
      </w:r>
    </w:p>
    <w:p w14:paraId="42309A2A" w14:textId="71B6535A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2C506D" w:rsidRPr="00241E27">
        <w:rPr>
          <w:rFonts w:ascii="Calibri" w:hAnsi="Calibri" w:cs="Calibri"/>
        </w:rPr>
        <w:t>Supplier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D245AD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59FACC72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241E27">
        <w:rPr>
          <w:rFonts w:ascii="Calibri" w:hAnsi="Calibri" w:cs="Calibri"/>
          <w:lang w:eastAsia="ko-KR"/>
        </w:rPr>
        <w:t>____________</w:t>
      </w:r>
    </w:p>
    <w:p w14:paraId="395C97D6" w14:textId="3376A860" w:rsidR="00FD5E94" w:rsidRDefault="00F241C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 xml:space="preserve">Ms Tebantaake Keariki </w:t>
      </w:r>
      <w:r w:rsidR="00787528">
        <w:rPr>
          <w:rFonts w:ascii="Calibri" w:hAnsi="Calibri" w:cs="Calibri"/>
          <w:lang w:eastAsia="ko-KR"/>
        </w:rPr>
        <w:t xml:space="preserve"> </w:t>
      </w:r>
    </w:p>
    <w:p w14:paraId="2FE39D93" w14:textId="3BCFE25A" w:rsidR="00FD5E94" w:rsidRPr="00F46D13" w:rsidRDefault="0078752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OIC</w:t>
      </w:r>
      <w:r w:rsidR="005A3F50">
        <w:rPr>
          <w:rFonts w:ascii="Calibri" w:hAnsi="Calibri" w:cs="Calibri"/>
          <w:lang w:eastAsia="ko-KR"/>
        </w:rPr>
        <w:t xml:space="preserve">, Ministry of Internal Affairs. </w:t>
      </w:r>
    </w:p>
    <w:p w14:paraId="5A7C3FF2" w14:textId="139D9BBB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5A3F50" w:rsidRPr="007C4494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  <w:r w:rsidR="005A3F50">
        <w:t xml:space="preserve"> </w:t>
      </w:r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2C506D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117CF" w14:textId="77777777" w:rsidR="00125BFE" w:rsidRDefault="00125BFE">
      <w:r>
        <w:separator/>
      </w:r>
    </w:p>
  </w:endnote>
  <w:endnote w:type="continuationSeparator" w:id="0">
    <w:p w14:paraId="7CB9D23B" w14:textId="77777777" w:rsidR="00125BFE" w:rsidRDefault="0012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241C1" w:rsidRPr="00F241C1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241C1" w:rsidRPr="00F241C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233B076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E5CDE">
      <w:rPr>
        <w:noProof/>
      </w:rPr>
      <w:t>2023-10-10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D6AF1" w14:textId="77777777" w:rsidR="00125BFE" w:rsidRDefault="00125BFE">
      <w:r>
        <w:separator/>
      </w:r>
    </w:p>
  </w:footnote>
  <w:footnote w:type="continuationSeparator" w:id="0">
    <w:p w14:paraId="01F0F1BB" w14:textId="77777777" w:rsidR="00125BFE" w:rsidRDefault="00125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42D83E01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3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0F7396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5BFE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503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B737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3C61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284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3F50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252B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01B0"/>
    <w:rsid w:val="0078116E"/>
    <w:rsid w:val="0078193B"/>
    <w:rsid w:val="00781979"/>
    <w:rsid w:val="00781AF4"/>
    <w:rsid w:val="00781CF7"/>
    <w:rsid w:val="00782E07"/>
    <w:rsid w:val="00783ABA"/>
    <w:rsid w:val="00784970"/>
    <w:rsid w:val="00785F75"/>
    <w:rsid w:val="0078602E"/>
    <w:rsid w:val="007864FE"/>
    <w:rsid w:val="00787528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D4D1E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6E3E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E62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0D45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D95"/>
    <w:rsid w:val="00BE7EDE"/>
    <w:rsid w:val="00BF18AF"/>
    <w:rsid w:val="00BF1D8C"/>
    <w:rsid w:val="00BF2557"/>
    <w:rsid w:val="00BF32F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6459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5CDE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1793"/>
    <w:rsid w:val="00F22F8C"/>
    <w:rsid w:val="00F2319F"/>
    <w:rsid w:val="00F23A26"/>
    <w:rsid w:val="00F241C1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2EAE98-FE4A-42E1-8149-24DE44B5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12</cp:revision>
  <cp:lastPrinted>2022-01-04T00:19:00Z</cp:lastPrinted>
  <dcterms:created xsi:type="dcterms:W3CDTF">2022-01-04T00:20:00Z</dcterms:created>
  <dcterms:modified xsi:type="dcterms:W3CDTF">2023-10-09T23:35:00Z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